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A32EE" w14:textId="124B1657" w:rsidR="000F1D0D" w:rsidRDefault="00B12851" w:rsidP="00B12851">
      <w:pPr>
        <w:tabs>
          <w:tab w:val="left" w:pos="8925"/>
        </w:tabs>
        <w:ind w:left="142" w:firstLine="29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CE97E13" w14:textId="77777777" w:rsidR="000F1D0D" w:rsidRDefault="000F1D0D" w:rsidP="000F1D0D">
      <w:pPr>
        <w:ind w:left="142" w:hanging="142"/>
        <w:jc w:val="both"/>
        <w:rPr>
          <w:rFonts w:ascii="Verdana" w:hAnsi="Verdana"/>
          <w:sz w:val="18"/>
          <w:szCs w:val="18"/>
        </w:rPr>
      </w:pPr>
    </w:p>
    <w:p w14:paraId="2C4A47EB" w14:textId="77777777" w:rsidR="000A0AB9" w:rsidRDefault="000A0AB9" w:rsidP="000A0AB9"/>
    <w:p w14:paraId="38B5CFFF" w14:textId="77777777" w:rsidR="000A0AB9" w:rsidRDefault="000A0AB9" w:rsidP="000A0AB9"/>
    <w:p w14:paraId="7B5952FB" w14:textId="77777777" w:rsidR="005D1BF3" w:rsidRDefault="005D1BF3" w:rsidP="005D1BF3">
      <w:pPr>
        <w:jc w:val="center"/>
        <w:rPr>
          <w:szCs w:val="2"/>
        </w:rPr>
      </w:pPr>
      <w:bookmarkStart w:id="0" w:name="_GoBack"/>
      <w:bookmarkEnd w:id="0"/>
      <w:r>
        <w:rPr>
          <w:szCs w:val="2"/>
        </w:rPr>
        <w:t xml:space="preserve">DICHIARAZIONE RELATIVA AL POSSESSO DEI REQUISITI PER L’INSEGNAMENTO DELLA LINGUA INGLESE NELLA </w:t>
      </w:r>
      <w:smartTag w:uri="urn:schemas-microsoft-com:office:smarttags" w:element="PersonName">
        <w:smartTagPr>
          <w:attr w:name="ProductID" w:val="SCUOLA PRIMARIA"/>
        </w:smartTagPr>
        <w:r>
          <w:rPr>
            <w:szCs w:val="2"/>
          </w:rPr>
          <w:t>SCUOLA PRIMARIA</w:t>
        </w:r>
      </w:smartTag>
    </w:p>
    <w:p w14:paraId="2CD167C3" w14:textId="77777777" w:rsidR="005D1BF3" w:rsidRDefault="005D1BF3" w:rsidP="005D1BF3">
      <w:pPr>
        <w:rPr>
          <w:szCs w:val="2"/>
        </w:rPr>
      </w:pPr>
    </w:p>
    <w:p w14:paraId="58CFE20E" w14:textId="77777777" w:rsidR="005D1BF3" w:rsidRDefault="005D1BF3" w:rsidP="005D1BF3">
      <w:pPr>
        <w:rPr>
          <w:szCs w:val="2"/>
        </w:rPr>
      </w:pPr>
    </w:p>
    <w:p w14:paraId="3A2029B3" w14:textId="77777777" w:rsidR="005D1BF3" w:rsidRDefault="005D1BF3" w:rsidP="005D1BF3">
      <w:pPr>
        <w:rPr>
          <w:szCs w:val="2"/>
        </w:rPr>
      </w:pPr>
    </w:p>
    <w:p w14:paraId="7EEC801B" w14:textId="77777777" w:rsidR="005D1BF3" w:rsidRDefault="005D1BF3" w:rsidP="005D1BF3">
      <w:pPr>
        <w:rPr>
          <w:szCs w:val="2"/>
        </w:rPr>
      </w:pPr>
    </w:p>
    <w:p w14:paraId="51FB81F8" w14:textId="77777777" w:rsidR="005D1BF3" w:rsidRDefault="005D1BF3" w:rsidP="005D1BF3">
      <w:pPr>
        <w:rPr>
          <w:szCs w:val="2"/>
        </w:rPr>
      </w:pPr>
      <w:r>
        <w:rPr>
          <w:szCs w:val="2"/>
        </w:rPr>
        <w:t>Il/La sottoscritt__________________________________________________________________</w:t>
      </w:r>
    </w:p>
    <w:p w14:paraId="38B5F22B" w14:textId="77777777" w:rsidR="005D1BF3" w:rsidRDefault="005D1BF3" w:rsidP="005D1BF3">
      <w:pPr>
        <w:rPr>
          <w:szCs w:val="2"/>
        </w:rPr>
      </w:pPr>
    </w:p>
    <w:p w14:paraId="371824C1" w14:textId="77777777" w:rsidR="005D1BF3" w:rsidRDefault="005D1BF3" w:rsidP="005D1BF3">
      <w:pPr>
        <w:rPr>
          <w:szCs w:val="2"/>
        </w:rPr>
      </w:pPr>
      <w:r>
        <w:rPr>
          <w:szCs w:val="2"/>
        </w:rPr>
        <w:t>nat________________________________________________________il__________________</w:t>
      </w:r>
    </w:p>
    <w:p w14:paraId="3446BE61" w14:textId="77777777" w:rsidR="005D1BF3" w:rsidRDefault="005D1BF3" w:rsidP="005D1BF3">
      <w:pPr>
        <w:rPr>
          <w:szCs w:val="2"/>
        </w:rPr>
      </w:pPr>
    </w:p>
    <w:p w14:paraId="190266E8" w14:textId="77777777" w:rsidR="005D1BF3" w:rsidRDefault="005D1BF3" w:rsidP="005D1BF3">
      <w:pPr>
        <w:rPr>
          <w:szCs w:val="2"/>
        </w:rPr>
      </w:pPr>
    </w:p>
    <w:p w14:paraId="0C3299B1" w14:textId="77777777" w:rsidR="005D1BF3" w:rsidRDefault="005D1BF3" w:rsidP="005D1BF3">
      <w:pPr>
        <w:rPr>
          <w:szCs w:val="2"/>
        </w:rPr>
      </w:pPr>
    </w:p>
    <w:p w14:paraId="0C3ED2C0" w14:textId="77777777" w:rsidR="005D1BF3" w:rsidRDefault="005D1BF3" w:rsidP="005D1BF3">
      <w:pPr>
        <w:jc w:val="center"/>
        <w:rPr>
          <w:szCs w:val="2"/>
        </w:rPr>
      </w:pPr>
      <w:r>
        <w:rPr>
          <w:szCs w:val="2"/>
        </w:rPr>
        <w:t>DICHIARA</w:t>
      </w:r>
    </w:p>
    <w:p w14:paraId="6127D31C" w14:textId="77777777" w:rsidR="005D1BF3" w:rsidRDefault="005D1BF3" w:rsidP="005D1BF3">
      <w:pPr>
        <w:rPr>
          <w:szCs w:val="2"/>
        </w:rPr>
      </w:pPr>
    </w:p>
    <w:p w14:paraId="4FDABE53" w14:textId="77777777" w:rsidR="005D1BF3" w:rsidRDefault="005D1BF3" w:rsidP="005D1BF3">
      <w:pPr>
        <w:rPr>
          <w:szCs w:val="2"/>
        </w:rPr>
      </w:pPr>
    </w:p>
    <w:p w14:paraId="15C4583D" w14:textId="77777777" w:rsidR="005D1BF3" w:rsidRPr="00753D0B" w:rsidRDefault="005D1BF3" w:rsidP="005D1BF3">
      <w:pPr>
        <w:pStyle w:val="Paragrafoelenco"/>
        <w:numPr>
          <w:ilvl w:val="0"/>
          <w:numId w:val="7"/>
        </w:numPr>
        <w:overflowPunct w:val="0"/>
        <w:autoSpaceDE w:val="0"/>
        <w:autoSpaceDN w:val="0"/>
        <w:adjustRightInd w:val="0"/>
        <w:rPr>
          <w:szCs w:val="2"/>
        </w:rPr>
      </w:pPr>
      <w:r w:rsidRPr="00753D0B">
        <w:rPr>
          <w:szCs w:val="2"/>
        </w:rPr>
        <w:t>Di essere in possesso dei requisiti per l’insegnamento della lingua inglese nella scuola primaria.</w:t>
      </w:r>
    </w:p>
    <w:p w14:paraId="2879C6B9" w14:textId="77777777" w:rsidR="005D1BF3" w:rsidRDefault="005D1BF3" w:rsidP="005D1BF3">
      <w:pPr>
        <w:rPr>
          <w:szCs w:val="2"/>
        </w:rPr>
      </w:pPr>
    </w:p>
    <w:p w14:paraId="62C96146" w14:textId="77777777" w:rsidR="005D1BF3" w:rsidRDefault="005D1BF3" w:rsidP="005D1BF3">
      <w:pPr>
        <w:rPr>
          <w:szCs w:val="2"/>
        </w:rPr>
      </w:pPr>
    </w:p>
    <w:p w14:paraId="62A5B1DD" w14:textId="77777777" w:rsidR="005D1BF3" w:rsidRDefault="005D1BF3" w:rsidP="005D1BF3">
      <w:pPr>
        <w:pStyle w:val="Paragrafoelenco"/>
        <w:numPr>
          <w:ilvl w:val="0"/>
          <w:numId w:val="7"/>
        </w:numPr>
        <w:overflowPunct w:val="0"/>
        <w:autoSpaceDE w:val="0"/>
        <w:autoSpaceDN w:val="0"/>
        <w:adjustRightInd w:val="0"/>
        <w:rPr>
          <w:szCs w:val="2"/>
        </w:rPr>
      </w:pPr>
      <w:r w:rsidRPr="00753D0B">
        <w:rPr>
          <w:szCs w:val="2"/>
        </w:rPr>
        <w:t>Di non essere in possesso dei requisiti per l’insegnamento della lingua Inglese nella scuola primaria e di impegnarsi a partecipare al primo corso utile di formazione per l’insegnamento della lingua cosi come previsto dall’Allegato A –</w:t>
      </w:r>
      <w:r>
        <w:rPr>
          <w:szCs w:val="2"/>
        </w:rPr>
        <w:t xml:space="preserve"> </w:t>
      </w:r>
      <w:r w:rsidRPr="00753D0B">
        <w:rPr>
          <w:szCs w:val="2"/>
        </w:rPr>
        <w:t>punto A.</w:t>
      </w:r>
      <w:r>
        <w:rPr>
          <w:szCs w:val="2"/>
        </w:rPr>
        <w:t xml:space="preserve">16 </w:t>
      </w:r>
      <w:r w:rsidRPr="00753D0B">
        <w:rPr>
          <w:szCs w:val="2"/>
        </w:rPr>
        <w:t>- dell’Istruzione Operative</w:t>
      </w:r>
      <w:r>
        <w:rPr>
          <w:szCs w:val="2"/>
        </w:rPr>
        <w:t xml:space="preserve"> </w:t>
      </w:r>
      <w:r w:rsidRPr="00753D0B">
        <w:rPr>
          <w:szCs w:val="2"/>
        </w:rPr>
        <w:t>–</w:t>
      </w:r>
      <w:r>
        <w:rPr>
          <w:szCs w:val="2"/>
        </w:rPr>
        <w:t xml:space="preserve"> </w:t>
      </w:r>
      <w:r w:rsidRPr="00753D0B">
        <w:rPr>
          <w:szCs w:val="2"/>
        </w:rPr>
        <w:t>L.107 del 13</w:t>
      </w:r>
      <w:r>
        <w:rPr>
          <w:szCs w:val="2"/>
        </w:rPr>
        <w:t>.</w:t>
      </w:r>
      <w:r w:rsidRPr="00D7384D">
        <w:rPr>
          <w:szCs w:val="2"/>
        </w:rPr>
        <w:t>07.2015</w:t>
      </w:r>
      <w:r w:rsidRPr="00D7384D">
        <w:rPr>
          <w:color w:val="000000"/>
        </w:rPr>
        <w:t xml:space="preserve">, </w:t>
      </w:r>
      <w:proofErr w:type="spellStart"/>
      <w:r w:rsidRPr="00D7384D">
        <w:rPr>
          <w:szCs w:val="2"/>
        </w:rPr>
        <w:t>prot</w:t>
      </w:r>
      <w:proofErr w:type="spellEnd"/>
      <w:r w:rsidRPr="00D7384D">
        <w:rPr>
          <w:szCs w:val="2"/>
        </w:rPr>
        <w:t>. n. 21739 del 22.07.15 del MIUR</w:t>
      </w:r>
      <w:r>
        <w:rPr>
          <w:szCs w:val="2"/>
        </w:rPr>
        <w:t xml:space="preserve">. </w:t>
      </w:r>
    </w:p>
    <w:p w14:paraId="09A559A8" w14:textId="77777777" w:rsidR="005D1BF3" w:rsidRPr="00D7384D" w:rsidRDefault="005D1BF3" w:rsidP="005D1BF3">
      <w:pPr>
        <w:pStyle w:val="Paragrafoelenco"/>
        <w:overflowPunct w:val="0"/>
        <w:autoSpaceDE w:val="0"/>
        <w:autoSpaceDN w:val="0"/>
        <w:adjustRightInd w:val="0"/>
        <w:rPr>
          <w:szCs w:val="2"/>
        </w:rPr>
      </w:pPr>
      <w:r>
        <w:rPr>
          <w:szCs w:val="2"/>
        </w:rPr>
        <w:t>Tale dichiarazione deve essere notificata al Dirigente Scolastico di competenza.</w:t>
      </w:r>
    </w:p>
    <w:p w14:paraId="25766CC9" w14:textId="77777777" w:rsidR="005D1BF3" w:rsidRDefault="005D1BF3" w:rsidP="005D1BF3">
      <w:pPr>
        <w:rPr>
          <w:szCs w:val="2"/>
        </w:rPr>
      </w:pPr>
    </w:p>
    <w:p w14:paraId="4B3820ED" w14:textId="77777777" w:rsidR="005D1BF3" w:rsidRDefault="005D1BF3" w:rsidP="005D1BF3">
      <w:pPr>
        <w:ind w:left="360"/>
        <w:rPr>
          <w:szCs w:val="2"/>
        </w:rPr>
      </w:pPr>
    </w:p>
    <w:p w14:paraId="43540FFF" w14:textId="77777777" w:rsidR="005D1BF3" w:rsidRDefault="005D1BF3" w:rsidP="005D1BF3">
      <w:pPr>
        <w:ind w:left="360"/>
        <w:rPr>
          <w:szCs w:val="2"/>
        </w:rPr>
      </w:pPr>
    </w:p>
    <w:p w14:paraId="0AF672B2" w14:textId="77777777" w:rsidR="005D1BF3" w:rsidRDefault="005D1BF3" w:rsidP="005D1BF3">
      <w:pPr>
        <w:ind w:left="360"/>
        <w:rPr>
          <w:szCs w:val="2"/>
        </w:rPr>
      </w:pPr>
      <w:r>
        <w:rPr>
          <w:szCs w:val="2"/>
        </w:rPr>
        <w:t>Data,_______________</w:t>
      </w:r>
    </w:p>
    <w:p w14:paraId="6CDC3227" w14:textId="6C044DA3" w:rsidR="005D1BF3" w:rsidRDefault="005D1BF3" w:rsidP="005D1BF3">
      <w:pPr>
        <w:ind w:left="360"/>
        <w:jc w:val="center"/>
        <w:rPr>
          <w:szCs w:val="2"/>
        </w:rPr>
      </w:pPr>
      <w:r>
        <w:rPr>
          <w:szCs w:val="2"/>
        </w:rPr>
        <w:tab/>
      </w:r>
      <w:r>
        <w:rPr>
          <w:szCs w:val="2"/>
        </w:rPr>
        <w:tab/>
        <w:t xml:space="preserve">                   FIRMA</w:t>
      </w:r>
    </w:p>
    <w:p w14:paraId="567CEF90" w14:textId="77777777" w:rsidR="005D1BF3" w:rsidRPr="002D2AF3" w:rsidRDefault="005D1BF3" w:rsidP="005D1BF3">
      <w:pPr>
        <w:ind w:left="360"/>
        <w:jc w:val="center"/>
        <w:rPr>
          <w:szCs w:val="2"/>
        </w:rPr>
      </w:pP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  <w:t>____________________________</w:t>
      </w:r>
    </w:p>
    <w:p w14:paraId="546D3AD8" w14:textId="5CCC56B9" w:rsidR="00646307" w:rsidRPr="00FB648A" w:rsidRDefault="00646307" w:rsidP="008869D7">
      <w:pPr>
        <w:jc w:val="center"/>
        <w:rPr>
          <w:sz w:val="18"/>
          <w:szCs w:val="18"/>
        </w:rPr>
      </w:pPr>
    </w:p>
    <w:sectPr w:rsidR="00646307" w:rsidRPr="00FB648A">
      <w:headerReference w:type="default" r:id="rId9"/>
      <w:footerReference w:type="default" r:id="rId10"/>
      <w:pgSz w:w="11906" w:h="16838"/>
      <w:pgMar w:top="777" w:right="720" w:bottom="720" w:left="720" w:header="72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7FB35" w14:textId="77777777" w:rsidR="00067B35" w:rsidRDefault="00067B35">
      <w:r>
        <w:separator/>
      </w:r>
    </w:p>
  </w:endnote>
  <w:endnote w:type="continuationSeparator" w:id="0">
    <w:p w14:paraId="238E7128" w14:textId="77777777" w:rsidR="00067B35" w:rsidRDefault="0006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B6386" w14:textId="77777777" w:rsidR="00652F28" w:rsidRDefault="00BE674C">
    <w:pPr>
      <w:pStyle w:val="Pidipagina"/>
      <w:pBdr>
        <w:bottom w:val="single" w:sz="12" w:space="1" w:color="00000A"/>
      </w:pBd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F14BB1" wp14:editId="6FF18A28">
              <wp:simplePos x="0" y="0"/>
              <wp:positionH relativeFrom="column">
                <wp:posOffset>-60960</wp:posOffset>
              </wp:positionH>
              <wp:positionV relativeFrom="paragraph">
                <wp:posOffset>172720</wp:posOffset>
              </wp:positionV>
              <wp:extent cx="705485" cy="638810"/>
              <wp:effectExtent l="0" t="0" r="0" b="0"/>
              <wp:wrapNone/>
              <wp:docPr id="3" name="Immagine 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48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92CF7B9" id="Immagine 8" o:spid="_x0000_s1026" style="position:absolute;margin-left:-4.8pt;margin-top:13.6pt;width:55.55pt;height:50.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" stroked="f"/>
          </w:pict>
        </mc:Fallback>
      </mc:AlternateContent>
    </w:r>
  </w:p>
  <w:p w14:paraId="159346B2" w14:textId="65F95849" w:rsidR="00B060E2" w:rsidRPr="00AE2838" w:rsidRDefault="00313235" w:rsidP="00B060E2">
    <w:pPr>
      <w:jc w:val="center"/>
      <w:rPr>
        <w:rFonts w:ascii="Verdana" w:hAnsi="Verdana"/>
        <w:i/>
        <w:color w:val="002060"/>
        <w:sz w:val="22"/>
        <w:szCs w:val="22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29BCE653" wp14:editId="2CB5D0ED">
          <wp:simplePos x="0" y="0"/>
          <wp:positionH relativeFrom="column">
            <wp:posOffset>172085</wp:posOffset>
          </wp:positionH>
          <wp:positionV relativeFrom="paragraph">
            <wp:posOffset>39370</wp:posOffset>
          </wp:positionV>
          <wp:extent cx="704850" cy="638175"/>
          <wp:effectExtent l="0" t="0" r="0" b="9525"/>
          <wp:wrapSquare wrapText="bothSides"/>
          <wp:docPr id="1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60E2" w:rsidRPr="00AE2838">
      <w:rPr>
        <w:rFonts w:ascii="Verdana" w:hAnsi="Verdana"/>
        <w:i/>
        <w:color w:val="002060"/>
        <w:sz w:val="22"/>
        <w:szCs w:val="22"/>
      </w:rPr>
      <w:t xml:space="preserve">C.F. 80015150271 – CODICE UNIVOCO FATTURAZIONE </w:t>
    </w:r>
    <w:r w:rsidR="00A71E62">
      <w:rPr>
        <w:rFonts w:ascii="Verdana" w:hAnsi="Verdana"/>
        <w:i/>
        <w:color w:val="002060"/>
        <w:sz w:val="22"/>
        <w:szCs w:val="22"/>
      </w:rPr>
      <w:t>9L2WQN</w:t>
    </w:r>
  </w:p>
  <w:p w14:paraId="4E0BE8E3" w14:textId="11D44E6D" w:rsidR="00B060E2" w:rsidRPr="00AE2838" w:rsidRDefault="00B060E2" w:rsidP="00B060E2">
    <w:pPr>
      <w:jc w:val="center"/>
      <w:textAlignment w:val="auto"/>
      <w:rPr>
        <w:rFonts w:ascii="Verdana" w:hAnsi="Verdana"/>
        <w:i/>
        <w:color w:val="002060"/>
        <w:sz w:val="22"/>
        <w:szCs w:val="22"/>
      </w:rPr>
    </w:pPr>
    <w:r w:rsidRPr="00AE2838">
      <w:rPr>
        <w:rFonts w:ascii="Verdana" w:hAnsi="Verdana"/>
        <w:i/>
        <w:color w:val="002060"/>
        <w:sz w:val="22"/>
        <w:szCs w:val="22"/>
      </w:rPr>
      <w:t xml:space="preserve">Telefono  0437 26941 </w:t>
    </w:r>
  </w:p>
  <w:p w14:paraId="39F23E95" w14:textId="59183F4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proofErr w:type="spellStart"/>
    <w:r w:rsidRPr="00AE2838">
      <w:rPr>
        <w:rFonts w:ascii="Verdana" w:hAnsi="Verdana"/>
        <w:i/>
        <w:color w:val="002060"/>
        <w:sz w:val="22"/>
        <w:szCs w:val="22"/>
      </w:rPr>
      <w:t>Pec</w:t>
    </w:r>
    <w:proofErr w:type="spellEnd"/>
    <w:r w:rsidRPr="00AE2838">
      <w:rPr>
        <w:rFonts w:ascii="Verdana" w:hAnsi="Verdana"/>
        <w:i/>
        <w:color w:val="002060"/>
        <w:sz w:val="22"/>
        <w:szCs w:val="22"/>
      </w:rPr>
      <w:t>: uspbl@postacert.istruzione.it – e-mail usp.bl@istruzione.it</w:t>
    </w:r>
  </w:p>
  <w:p w14:paraId="2A90F1A6" w14:textId="77777777" w:rsidR="00B060E2" w:rsidRPr="0004596B" w:rsidRDefault="00B060E2" w:rsidP="00B060E2">
    <w:pPr>
      <w:jc w:val="center"/>
      <w:textAlignment w:val="auto"/>
      <w:rPr>
        <w:rFonts w:asciiTheme="minorHAnsi" w:eastAsiaTheme="minorHAnsi" w:hAnsiTheme="minorHAnsi" w:cs="Verdana"/>
        <w:lang w:eastAsia="en-US"/>
      </w:rPr>
    </w:pPr>
  </w:p>
  <w:p w14:paraId="3ED79A17" w14:textId="77777777" w:rsidR="00B060E2" w:rsidRDefault="00B060E2">
    <w:pPr>
      <w:overflowPunct w:val="0"/>
      <w:spacing w:line="252" w:lineRule="auto"/>
      <w:ind w:left="3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FB34E" w14:textId="77777777" w:rsidR="00067B35" w:rsidRDefault="00067B35">
      <w:r>
        <w:separator/>
      </w:r>
    </w:p>
  </w:footnote>
  <w:footnote w:type="continuationSeparator" w:id="0">
    <w:p w14:paraId="404D9967" w14:textId="77777777" w:rsidR="00067B35" w:rsidRDefault="00067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13980" w14:textId="77777777" w:rsidR="00652F28" w:rsidRDefault="00652F28">
    <w:pPr>
      <w:pStyle w:val="Intestazione"/>
      <w:rPr>
        <w:sz w:val="2"/>
        <w:szCs w:val="2"/>
      </w:rPr>
    </w:pPr>
  </w:p>
  <w:tbl>
    <w:tblPr>
      <w:tblW w:w="9516" w:type="dxa"/>
      <w:tblInd w:w="142" w:type="dxa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8098"/>
    </w:tblGrid>
    <w:tr w:rsidR="00652F28" w14:paraId="30EDD1D6" w14:textId="77777777" w:rsidTr="00B12851">
      <w:trPr>
        <w:trHeight w:val="116"/>
      </w:trPr>
      <w:tc>
        <w:tcPr>
          <w:tcW w:w="1418" w:type="dxa"/>
          <w:shd w:val="clear" w:color="auto" w:fill="auto"/>
        </w:tcPr>
        <w:p w14:paraId="7FC7BE4F" w14:textId="1EE1E474" w:rsidR="00652F28" w:rsidRDefault="000339FE">
          <w:pPr>
            <w:snapToGrid w:val="0"/>
            <w:ind w:left="180"/>
            <w:jc w:val="center"/>
            <w:rPr>
              <w:rFonts w:ascii="Verdana" w:hAnsi="Verdana" w:cs="Verdana"/>
              <w:color w:val="808080"/>
              <w:sz w:val="20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9776" behindDoc="0" locked="0" layoutInCell="1" allowOverlap="1" wp14:anchorId="56399699" wp14:editId="6BF428F4">
                <wp:simplePos x="0" y="0"/>
                <wp:positionH relativeFrom="column">
                  <wp:posOffset>262255</wp:posOffset>
                </wp:positionH>
                <wp:positionV relativeFrom="paragraph">
                  <wp:posOffset>52070</wp:posOffset>
                </wp:positionV>
                <wp:extent cx="895350" cy="809625"/>
                <wp:effectExtent l="0" t="0" r="0" b="9525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98" w:type="dxa"/>
          <w:shd w:val="clear" w:color="auto" w:fill="auto"/>
        </w:tcPr>
        <w:p w14:paraId="2CDCE299" w14:textId="77777777" w:rsidR="00652F28" w:rsidRDefault="008541C7">
          <w:pPr>
            <w:tabs>
              <w:tab w:val="left" w:pos="675"/>
            </w:tabs>
            <w:snapToGrid w:val="0"/>
            <w:spacing w:line="252" w:lineRule="auto"/>
            <w:ind w:left="-108"/>
          </w:pPr>
          <w:r>
            <w:tab/>
          </w:r>
        </w:p>
      </w:tc>
    </w:tr>
    <w:tr w:rsidR="00652F28" w14:paraId="6675ABAA" w14:textId="77777777" w:rsidTr="00B12851">
      <w:trPr>
        <w:trHeight w:val="354"/>
      </w:trPr>
      <w:tc>
        <w:tcPr>
          <w:tcW w:w="1418" w:type="dxa"/>
          <w:shd w:val="clear" w:color="auto" w:fill="auto"/>
        </w:tcPr>
        <w:p w14:paraId="2E97D8CF" w14:textId="47B8FD80" w:rsidR="00652F28" w:rsidRDefault="00652F28" w:rsidP="00B060E2">
          <w:pPr>
            <w:snapToGrid w:val="0"/>
            <w:ind w:left="426"/>
            <w:jc w:val="center"/>
            <w:rPr>
              <w:rFonts w:ascii="Verdana" w:hAnsi="Verdana" w:cs="Verdana"/>
              <w:color w:val="808080"/>
              <w:sz w:val="18"/>
              <w:szCs w:val="18"/>
            </w:rPr>
          </w:pPr>
        </w:p>
      </w:tc>
      <w:tc>
        <w:tcPr>
          <w:tcW w:w="8098" w:type="dxa"/>
          <w:shd w:val="clear" w:color="auto" w:fill="auto"/>
        </w:tcPr>
        <w:p w14:paraId="12653D6A" w14:textId="77777777" w:rsidR="00652F28" w:rsidRDefault="008541C7" w:rsidP="00B060E2">
          <w:pPr>
            <w:tabs>
              <w:tab w:val="center" w:pos="3958"/>
              <w:tab w:val="left" w:pos="4699"/>
            </w:tabs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C1CCA0E" wp14:editId="4EBE494A">
                <wp:extent cx="362585" cy="410210"/>
                <wp:effectExtent l="0" t="0" r="0" b="889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41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F1D889" w14:textId="31E53611" w:rsidR="00652F28" w:rsidRDefault="002B68CB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690CCF1E" w14:textId="77777777" w:rsidR="00652F28" w:rsidRDefault="008541C7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2B729973" w14:textId="77777777" w:rsidR="00652F28" w:rsidRDefault="008541C7" w:rsidP="00B060E2">
          <w:pPr>
            <w:ind w:left="426"/>
            <w:jc w:val="center"/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</w:t>
          </w:r>
          <w:r>
            <w:rPr>
              <w:rFonts w:ascii="Verdana" w:hAnsi="Verdana" w:cs="Verdana"/>
              <w:b/>
              <w:i/>
              <w:color w:val="002060"/>
              <w:sz w:val="18"/>
              <w:szCs w:val="18"/>
            </w:rPr>
            <w:t xml:space="preserve"> BELLUNO</w:t>
          </w:r>
        </w:p>
      </w:tc>
    </w:tr>
  </w:tbl>
  <w:p w14:paraId="4B477F42" w14:textId="18E459FE" w:rsidR="00652F28" w:rsidRDefault="00CB6DEE" w:rsidP="00B060E2">
    <w:pPr>
      <w:pStyle w:val="Intestazione"/>
      <w:ind w:left="426" w:right="-1"/>
      <w:jc w:val="center"/>
      <w:rPr>
        <w:szCs w:val="24"/>
      </w:rPr>
    </w:pPr>
    <w:r>
      <w:rPr>
        <w:rFonts w:ascii="Verdana" w:hAnsi="Verdana" w:cs="Tahoma"/>
        <w:i/>
        <w:color w:val="002060"/>
        <w:sz w:val="14"/>
        <w:szCs w:val="14"/>
      </w:rPr>
      <w:t>Via S. Andrea, 1</w:t>
    </w:r>
    <w:r w:rsidRPr="00A775A3">
      <w:rPr>
        <w:rFonts w:ascii="Verdana" w:hAnsi="Verdana" w:cs="Tahoma"/>
        <w:i/>
        <w:color w:val="002060"/>
        <w:sz w:val="14"/>
        <w:szCs w:val="14"/>
      </w:rPr>
      <w:t xml:space="preserve"> – 32100 Belluno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7EC"/>
    <w:multiLevelType w:val="hybridMultilevel"/>
    <w:tmpl w:val="B08A4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008B5"/>
    <w:multiLevelType w:val="multilevel"/>
    <w:tmpl w:val="58F8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93786C"/>
    <w:multiLevelType w:val="multilevel"/>
    <w:tmpl w:val="444A38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6FC4D9C"/>
    <w:multiLevelType w:val="hybridMultilevel"/>
    <w:tmpl w:val="D2D822C0"/>
    <w:lvl w:ilvl="0" w:tplc="DBD894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A4A0772"/>
    <w:multiLevelType w:val="hybridMultilevel"/>
    <w:tmpl w:val="79DC9168"/>
    <w:lvl w:ilvl="0" w:tplc="2E8AC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EE7325"/>
    <w:multiLevelType w:val="multilevel"/>
    <w:tmpl w:val="42E8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2DF2DE9"/>
    <w:multiLevelType w:val="hybridMultilevel"/>
    <w:tmpl w:val="405A3B72"/>
    <w:lvl w:ilvl="0" w:tplc="3F4CAC6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3B"/>
    <w:rsid w:val="000339FE"/>
    <w:rsid w:val="0003708A"/>
    <w:rsid w:val="000477FB"/>
    <w:rsid w:val="00063627"/>
    <w:rsid w:val="00067B35"/>
    <w:rsid w:val="00094964"/>
    <w:rsid w:val="000A0AB9"/>
    <w:rsid w:val="000F1D0D"/>
    <w:rsid w:val="00125424"/>
    <w:rsid w:val="00142EE9"/>
    <w:rsid w:val="001B5196"/>
    <w:rsid w:val="00205C0A"/>
    <w:rsid w:val="002206CF"/>
    <w:rsid w:val="00244638"/>
    <w:rsid w:val="00245388"/>
    <w:rsid w:val="00271489"/>
    <w:rsid w:val="002A2E70"/>
    <w:rsid w:val="002B3EC4"/>
    <w:rsid w:val="002B68CB"/>
    <w:rsid w:val="002C6EF3"/>
    <w:rsid w:val="002E21DC"/>
    <w:rsid w:val="002F203B"/>
    <w:rsid w:val="002F7919"/>
    <w:rsid w:val="00313235"/>
    <w:rsid w:val="0032075E"/>
    <w:rsid w:val="003701CA"/>
    <w:rsid w:val="0038486E"/>
    <w:rsid w:val="003958BB"/>
    <w:rsid w:val="003F0DC4"/>
    <w:rsid w:val="004019E0"/>
    <w:rsid w:val="0042080B"/>
    <w:rsid w:val="0043056E"/>
    <w:rsid w:val="00433B9C"/>
    <w:rsid w:val="00450D26"/>
    <w:rsid w:val="004A6B14"/>
    <w:rsid w:val="004C200E"/>
    <w:rsid w:val="004E20AF"/>
    <w:rsid w:val="004F0AE4"/>
    <w:rsid w:val="00504882"/>
    <w:rsid w:val="00542270"/>
    <w:rsid w:val="00570877"/>
    <w:rsid w:val="005913BB"/>
    <w:rsid w:val="00596FC3"/>
    <w:rsid w:val="005A5619"/>
    <w:rsid w:val="005D1BF3"/>
    <w:rsid w:val="005D7475"/>
    <w:rsid w:val="005E1604"/>
    <w:rsid w:val="005F65B4"/>
    <w:rsid w:val="006217DA"/>
    <w:rsid w:val="00646307"/>
    <w:rsid w:val="00652F28"/>
    <w:rsid w:val="00663D30"/>
    <w:rsid w:val="00686819"/>
    <w:rsid w:val="00692624"/>
    <w:rsid w:val="006A63EE"/>
    <w:rsid w:val="006F2C60"/>
    <w:rsid w:val="006F410D"/>
    <w:rsid w:val="00717605"/>
    <w:rsid w:val="00761671"/>
    <w:rsid w:val="007709FB"/>
    <w:rsid w:val="007743CF"/>
    <w:rsid w:val="007E04D8"/>
    <w:rsid w:val="007E1E14"/>
    <w:rsid w:val="007F2B4C"/>
    <w:rsid w:val="007F42F0"/>
    <w:rsid w:val="00843250"/>
    <w:rsid w:val="008535AE"/>
    <w:rsid w:val="008541C7"/>
    <w:rsid w:val="0088090D"/>
    <w:rsid w:val="008869D7"/>
    <w:rsid w:val="008928AD"/>
    <w:rsid w:val="00893479"/>
    <w:rsid w:val="008B592B"/>
    <w:rsid w:val="008B70E5"/>
    <w:rsid w:val="00901B84"/>
    <w:rsid w:val="00917341"/>
    <w:rsid w:val="00921A84"/>
    <w:rsid w:val="00925990"/>
    <w:rsid w:val="0092599C"/>
    <w:rsid w:val="009418B0"/>
    <w:rsid w:val="00956A82"/>
    <w:rsid w:val="009907C6"/>
    <w:rsid w:val="009C0914"/>
    <w:rsid w:val="00A420D0"/>
    <w:rsid w:val="00A71E62"/>
    <w:rsid w:val="00A822BA"/>
    <w:rsid w:val="00AE0C5D"/>
    <w:rsid w:val="00AE1174"/>
    <w:rsid w:val="00AE2838"/>
    <w:rsid w:val="00B060E2"/>
    <w:rsid w:val="00B12851"/>
    <w:rsid w:val="00B22AE5"/>
    <w:rsid w:val="00B64348"/>
    <w:rsid w:val="00B645E9"/>
    <w:rsid w:val="00B70D62"/>
    <w:rsid w:val="00B7350D"/>
    <w:rsid w:val="00B736D9"/>
    <w:rsid w:val="00B8359A"/>
    <w:rsid w:val="00B96B32"/>
    <w:rsid w:val="00BA1230"/>
    <w:rsid w:val="00BB1061"/>
    <w:rsid w:val="00BB2F97"/>
    <w:rsid w:val="00BC755C"/>
    <w:rsid w:val="00BD36AD"/>
    <w:rsid w:val="00BE674C"/>
    <w:rsid w:val="00C1105F"/>
    <w:rsid w:val="00C25272"/>
    <w:rsid w:val="00C32B5B"/>
    <w:rsid w:val="00C67684"/>
    <w:rsid w:val="00CB6DEE"/>
    <w:rsid w:val="00CC7DF3"/>
    <w:rsid w:val="00CD5EFC"/>
    <w:rsid w:val="00CE26CC"/>
    <w:rsid w:val="00D059A9"/>
    <w:rsid w:val="00D06E84"/>
    <w:rsid w:val="00D2477A"/>
    <w:rsid w:val="00D47789"/>
    <w:rsid w:val="00D6667C"/>
    <w:rsid w:val="00D72D29"/>
    <w:rsid w:val="00D82460"/>
    <w:rsid w:val="00DE5D81"/>
    <w:rsid w:val="00DF3DB3"/>
    <w:rsid w:val="00E214B6"/>
    <w:rsid w:val="00E248FD"/>
    <w:rsid w:val="00E26589"/>
    <w:rsid w:val="00E51B3D"/>
    <w:rsid w:val="00E6179C"/>
    <w:rsid w:val="00EA01E3"/>
    <w:rsid w:val="00EC6E52"/>
    <w:rsid w:val="00EE0A15"/>
    <w:rsid w:val="00F04A73"/>
    <w:rsid w:val="00F053A3"/>
    <w:rsid w:val="00F111A5"/>
    <w:rsid w:val="00F2363A"/>
    <w:rsid w:val="00F3704D"/>
    <w:rsid w:val="00F42A56"/>
    <w:rsid w:val="00F54416"/>
    <w:rsid w:val="00F76D99"/>
    <w:rsid w:val="00F9596C"/>
    <w:rsid w:val="00FA095F"/>
    <w:rsid w:val="00FB14CA"/>
    <w:rsid w:val="00FB1A74"/>
    <w:rsid w:val="00FB648A"/>
    <w:rsid w:val="00FC0245"/>
    <w:rsid w:val="00FC3C20"/>
    <w:rsid w:val="00FF1276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FE04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ete\2018_2019\UAT\circolari\master\modello_di_circolare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2BB8-4786-4FBC-A060-90E0514C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modello_di_circolare2.dotx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Intestazione_UST_2013_14</vt:lpstr>
    </vt:vector>
  </TitlesOfParts>
  <Company>M.I.U.R. Direzione Regionale del Veneto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Intestazione_UST_2013_14</dc:title>
  <dc:creator>user</dc:creator>
  <cp:lastModifiedBy>Administrator</cp:lastModifiedBy>
  <cp:revision>3</cp:revision>
  <cp:lastPrinted>2020-02-12T09:35:00Z</cp:lastPrinted>
  <dcterms:created xsi:type="dcterms:W3CDTF">2020-05-27T08:51:00Z</dcterms:created>
  <dcterms:modified xsi:type="dcterms:W3CDTF">2020-05-27T09:20:00Z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 Direzione Regionale del Veneto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